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DC5" w:rsidRDefault="00810DC5" w:rsidP="009B0C25">
      <w:pPr>
        <w:jc w:val="center"/>
        <w:rPr>
          <w:sz w:val="44"/>
          <w:szCs w:val="44"/>
          <w:u w:val="single"/>
        </w:rPr>
      </w:pPr>
      <w:bookmarkStart w:id="0" w:name="_GoBack"/>
      <w:bookmarkEnd w:id="0"/>
      <w:r>
        <w:rPr>
          <w:sz w:val="44"/>
          <w:szCs w:val="44"/>
          <w:u w:val="single"/>
        </w:rPr>
        <w:t>Three Day Road by Joseph Boyden</w:t>
      </w:r>
    </w:p>
    <w:p w:rsidR="00810DC5" w:rsidRPr="00D14719" w:rsidRDefault="00810DC5" w:rsidP="009B0C25">
      <w:pPr>
        <w:jc w:val="center"/>
        <w:rPr>
          <w:i/>
          <w:iCs/>
          <w:sz w:val="32"/>
          <w:szCs w:val="32"/>
          <w:u w:val="single"/>
        </w:rPr>
      </w:pPr>
      <w:r w:rsidRPr="00D14719">
        <w:rPr>
          <w:i/>
          <w:iCs/>
          <w:sz w:val="32"/>
          <w:szCs w:val="32"/>
          <w:u w:val="single"/>
        </w:rPr>
        <w:t>Chapter 16 (Mistatimwak, Horses) Analysis</w:t>
      </w:r>
    </w:p>
    <w:p w:rsidR="00810DC5" w:rsidRPr="003E3963" w:rsidRDefault="00810DC5" w:rsidP="009B0C25">
      <w:pPr>
        <w:jc w:val="center"/>
        <w:rPr>
          <w:b/>
          <w:bCs/>
          <w:i/>
          <w:iCs/>
        </w:rPr>
      </w:pPr>
      <w:r w:rsidRPr="003E3963">
        <w:rPr>
          <w:b/>
          <w:bCs/>
          <w:i/>
          <w:iCs/>
        </w:rPr>
        <w:t>By Selena Leung, Ashika Kuttaiya, and Daniel Friedberg</w:t>
      </w:r>
    </w:p>
    <w:p w:rsidR="00810DC5" w:rsidRPr="003E3963" w:rsidRDefault="00810DC5" w:rsidP="003E3963">
      <w:pPr>
        <w:jc w:val="center"/>
        <w:rPr>
          <w:i/>
          <w:iCs/>
        </w:rPr>
      </w:pPr>
      <w:r w:rsidRPr="003E3963">
        <w:rPr>
          <w:i/>
          <w:iCs/>
        </w:rPr>
        <w:t>March 6</w:t>
      </w:r>
      <w:r w:rsidRPr="003E3963">
        <w:rPr>
          <w:i/>
          <w:iCs/>
          <w:vertAlign w:val="superscript"/>
        </w:rPr>
        <w:t>th</w:t>
      </w:r>
      <w:r w:rsidRPr="003E3963">
        <w:rPr>
          <w:i/>
          <w:iCs/>
        </w:rPr>
        <w:t xml:space="preserve"> 2014</w:t>
      </w:r>
    </w:p>
    <w:p w:rsidR="00810DC5" w:rsidRPr="003E3963" w:rsidRDefault="00810DC5" w:rsidP="00E75162">
      <w:pPr>
        <w:pStyle w:val="ListParagraph"/>
        <w:rPr>
          <w:b/>
          <w:sz w:val="28"/>
          <w:szCs w:val="28"/>
          <w:u w:val="single"/>
        </w:rPr>
      </w:pPr>
      <w:r w:rsidRPr="003E3963">
        <w:rPr>
          <w:b/>
          <w:sz w:val="28"/>
          <w:szCs w:val="28"/>
          <w:u w:val="single"/>
        </w:rPr>
        <w:t xml:space="preserve">Chapter Summary: </w:t>
      </w:r>
    </w:p>
    <w:p w:rsidR="00810DC5" w:rsidRPr="00E75162" w:rsidRDefault="00810DC5" w:rsidP="00E75162">
      <w:pPr>
        <w:numPr>
          <w:ilvl w:val="0"/>
          <w:numId w:val="6"/>
        </w:numPr>
        <w:spacing w:after="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 xml:space="preserve">Begins with Xavier and Niska continuing their canoe journey </w:t>
      </w:r>
    </w:p>
    <w:p w:rsidR="00810DC5" w:rsidRPr="00E75162" w:rsidRDefault="00810DC5" w:rsidP="00E75162">
      <w:pPr>
        <w:numPr>
          <w:ilvl w:val="0"/>
          <w:numId w:val="6"/>
        </w:numPr>
        <w:spacing w:after="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 xml:space="preserve">After moving to Albert, Breech orders Elijah and Xavier to move out in an advance position and attack the Germans from their new hideout sniping dugout </w:t>
      </w:r>
    </w:p>
    <w:p w:rsidR="00810DC5" w:rsidRPr="00E75162" w:rsidRDefault="00810DC5" w:rsidP="00E75162">
      <w:pPr>
        <w:numPr>
          <w:ilvl w:val="0"/>
          <w:numId w:val="6"/>
        </w:numPr>
        <w:spacing w:after="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Xavier tells Elijah the story of when they were on the huge ship with horses sailing to England</w:t>
      </w:r>
    </w:p>
    <w:p w:rsidR="00810DC5" w:rsidRPr="00E75162" w:rsidRDefault="00810DC5" w:rsidP="00E75162">
      <w:pPr>
        <w:numPr>
          <w:ilvl w:val="0"/>
          <w:numId w:val="6"/>
        </w:numPr>
        <w:spacing w:after="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Xavier took the lives of two horses with broken legs in order to end their suffering</w:t>
      </w:r>
    </w:p>
    <w:p w:rsidR="00810DC5" w:rsidRPr="00E75162" w:rsidRDefault="00810DC5" w:rsidP="00E75162">
      <w:pPr>
        <w:numPr>
          <w:ilvl w:val="0"/>
          <w:numId w:val="6"/>
        </w:numPr>
        <w:spacing w:after="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Was declared that Xavier had the “ability of judgment under duress”, which prevented him from getting arrested</w:t>
      </w:r>
    </w:p>
    <w:p w:rsidR="00810DC5" w:rsidRPr="00E75162" w:rsidRDefault="00810DC5" w:rsidP="00E75162">
      <w:pPr>
        <w:numPr>
          <w:ilvl w:val="0"/>
          <w:numId w:val="6"/>
        </w:numPr>
        <w:spacing w:after="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Five days later, Elijah and Xavier watch as the horses are dropped into the sea</w:t>
      </w:r>
    </w:p>
    <w:p w:rsidR="00810DC5" w:rsidRPr="00E75162" w:rsidRDefault="00810DC5" w:rsidP="009B0C25">
      <w:pPr>
        <w:jc w:val="center"/>
        <w:rPr>
          <w:sz w:val="23"/>
          <w:szCs w:val="23"/>
          <w:u w:val="single"/>
        </w:rPr>
      </w:pPr>
    </w:p>
    <w:p w:rsidR="00810DC5" w:rsidRPr="003E3963" w:rsidRDefault="00810DC5" w:rsidP="00741F5E">
      <w:pPr>
        <w:pStyle w:val="ListParagraph"/>
        <w:spacing w:after="0" w:line="240" w:lineRule="auto"/>
        <w:rPr>
          <w:b/>
          <w:sz w:val="28"/>
          <w:szCs w:val="28"/>
          <w:u w:val="single"/>
        </w:rPr>
      </w:pPr>
      <w:r w:rsidRPr="003E3963">
        <w:rPr>
          <w:b/>
          <w:sz w:val="28"/>
          <w:szCs w:val="28"/>
          <w:u w:val="single"/>
        </w:rPr>
        <w:t xml:space="preserve">Significant </w:t>
      </w:r>
      <w:r>
        <w:rPr>
          <w:b/>
          <w:sz w:val="28"/>
          <w:szCs w:val="28"/>
          <w:u w:val="single"/>
        </w:rPr>
        <w:t xml:space="preserve">and Interesting </w:t>
      </w:r>
      <w:r w:rsidRPr="003E3963">
        <w:rPr>
          <w:b/>
          <w:sz w:val="28"/>
          <w:szCs w:val="28"/>
          <w:u w:val="single"/>
        </w:rPr>
        <w:t>Quotes:</w:t>
      </w:r>
    </w:p>
    <w:p w:rsidR="00810DC5" w:rsidRPr="00E75162" w:rsidRDefault="00810DC5" w:rsidP="00741F5E">
      <w:pPr>
        <w:pStyle w:val="ListParagraph"/>
        <w:spacing w:after="0" w:line="240" w:lineRule="auto"/>
        <w:rPr>
          <w:sz w:val="23"/>
          <w:szCs w:val="23"/>
        </w:rPr>
      </w:pPr>
    </w:p>
    <w:p w:rsidR="00810DC5" w:rsidRPr="00E75162" w:rsidRDefault="00810DC5" w:rsidP="00431A16">
      <w:pPr>
        <w:rPr>
          <w:b/>
          <w:bCs/>
          <w:i/>
          <w:iCs/>
          <w:sz w:val="23"/>
          <w:szCs w:val="23"/>
        </w:rPr>
      </w:pPr>
      <w:r w:rsidRPr="00E75162">
        <w:rPr>
          <w:b/>
          <w:bCs/>
          <w:i/>
          <w:iCs/>
          <w:sz w:val="23"/>
          <w:szCs w:val="23"/>
        </w:rPr>
        <w:t>Page 177 paragraph 1: “My body cries out for the medicine so loudly that I decide not to even try hide what I do.”</w:t>
      </w:r>
    </w:p>
    <w:p w:rsidR="00810DC5" w:rsidRPr="00E75162" w:rsidRDefault="00810DC5" w:rsidP="00E75162">
      <w:pPr>
        <w:spacing w:after="0" w:line="240" w:lineRule="auto"/>
        <w:rPr>
          <w:b/>
          <w:bCs/>
          <w:i/>
          <w:iCs/>
          <w:sz w:val="23"/>
          <w:szCs w:val="23"/>
        </w:rPr>
      </w:pP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Said by Xavier while in the canoe with Niska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Refers to Xavier’s morphine addiction, Xavier takes morphine in front of Niska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Shows strong addiction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Shows character: desperation, because addiction to a drug is considered bad, but doesn’t even care what Niska thinks of him anymore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Very harsh using words like cries and loudly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Imagery: body screaming out in desperation for the morphine</w:t>
      </w:r>
    </w:p>
    <w:p w:rsidR="00810DC5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Inner conflict: Xavier vs himself, needs to fight his desperate want for morphine</w:t>
      </w:r>
    </w:p>
    <w:p w:rsidR="00810DC5" w:rsidRPr="00E75162" w:rsidRDefault="00810DC5" w:rsidP="00431A16">
      <w:pPr>
        <w:pStyle w:val="ListParagraph"/>
        <w:spacing w:after="200" w:line="276" w:lineRule="auto"/>
        <w:rPr>
          <w:sz w:val="23"/>
          <w:szCs w:val="23"/>
        </w:rPr>
      </w:pPr>
    </w:p>
    <w:p w:rsidR="00810DC5" w:rsidRPr="00431A16" w:rsidRDefault="00810DC5" w:rsidP="00431A16">
      <w:pPr>
        <w:spacing w:after="0" w:line="240" w:lineRule="auto"/>
        <w:rPr>
          <w:b/>
          <w:bCs/>
          <w:i/>
          <w:iCs/>
          <w:sz w:val="23"/>
          <w:szCs w:val="23"/>
        </w:rPr>
      </w:pPr>
      <w:r w:rsidRPr="00431A16">
        <w:rPr>
          <w:b/>
          <w:bCs/>
          <w:i/>
          <w:iCs/>
          <w:sz w:val="23"/>
          <w:szCs w:val="23"/>
        </w:rPr>
        <w:t>Page 181 paragraph 7: “We slither closer like snakes until we are a stone’s throw away, lie and listen, watching for a glint of movement.”</w:t>
      </w:r>
    </w:p>
    <w:p w:rsidR="00810DC5" w:rsidRPr="00E75162" w:rsidRDefault="00810DC5" w:rsidP="00741F5E">
      <w:pPr>
        <w:pStyle w:val="ListParagraph"/>
        <w:rPr>
          <w:sz w:val="23"/>
          <w:szCs w:val="23"/>
        </w:rPr>
      </w:pP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Said by Xavier as him and Elijah are travelling to their new sniper dugout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Provides excellent imagery- snakes slithering, Elijah and Xavier close to the enemy, watching for glints (gives imagery of the glint of a rifle or helmet)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Onomatopoeia (word that sounds like what it’s describing): slithering, describes how sly and stealthy they were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Simile (a comparison using like or as):  “We slither closer like snakes...” compares Elijah and Xavier to sly, slithering snakes</w:t>
      </w:r>
    </w:p>
    <w:p w:rsidR="00810DC5" w:rsidRDefault="00810DC5" w:rsidP="00741F5E">
      <w:pPr>
        <w:pStyle w:val="ListParagraph"/>
        <w:numPr>
          <w:ilvl w:val="0"/>
          <w:numId w:val="1"/>
        </w:numPr>
        <w:spacing w:after="200" w:line="276" w:lineRule="auto"/>
        <w:rPr>
          <w:sz w:val="23"/>
          <w:szCs w:val="23"/>
        </w:rPr>
      </w:pPr>
      <w:r w:rsidRPr="00E75162">
        <w:rPr>
          <w:sz w:val="23"/>
          <w:szCs w:val="23"/>
        </w:rPr>
        <w:t>Also provides plot development: suspenseful scene where Elijah and Xavier are trying to get to their new sniper dugout without being spotted by the Fritz</w:t>
      </w:r>
    </w:p>
    <w:p w:rsidR="00810DC5" w:rsidRPr="00E75162" w:rsidRDefault="00810DC5" w:rsidP="003E3963">
      <w:pPr>
        <w:pStyle w:val="ListParagraph"/>
        <w:spacing w:after="200" w:line="276" w:lineRule="auto"/>
        <w:rPr>
          <w:sz w:val="23"/>
          <w:szCs w:val="23"/>
        </w:rPr>
      </w:pPr>
    </w:p>
    <w:p w:rsidR="00810DC5" w:rsidRPr="003E3963" w:rsidRDefault="00810DC5" w:rsidP="00092EEE">
      <w:pPr>
        <w:pStyle w:val="ListParagraph"/>
        <w:rPr>
          <w:b/>
          <w:sz w:val="28"/>
          <w:szCs w:val="28"/>
          <w:u w:val="single"/>
        </w:rPr>
      </w:pPr>
      <w:r w:rsidRPr="003E3963">
        <w:rPr>
          <w:b/>
          <w:sz w:val="28"/>
          <w:szCs w:val="28"/>
          <w:u w:val="single"/>
        </w:rPr>
        <w:t>Questions:</w:t>
      </w:r>
    </w:p>
    <w:p w:rsidR="00810DC5" w:rsidRPr="00E75162" w:rsidRDefault="00810DC5" w:rsidP="00092EEE">
      <w:pPr>
        <w:pStyle w:val="ListParagraph"/>
        <w:rPr>
          <w:sz w:val="23"/>
          <w:szCs w:val="23"/>
        </w:rPr>
      </w:pPr>
    </w:p>
    <w:p w:rsidR="00810DC5" w:rsidRPr="00E75162" w:rsidRDefault="00810DC5" w:rsidP="00E75162">
      <w:pPr>
        <w:rPr>
          <w:b/>
          <w:bCs/>
          <w:i/>
          <w:iCs/>
          <w:sz w:val="23"/>
          <w:szCs w:val="23"/>
        </w:rPr>
      </w:pPr>
      <w:r w:rsidRPr="00E75162">
        <w:rPr>
          <w:sz w:val="23"/>
          <w:szCs w:val="23"/>
        </w:rPr>
        <w:t xml:space="preserve">Q: </w:t>
      </w:r>
      <w:r w:rsidRPr="00E75162">
        <w:rPr>
          <w:b/>
          <w:bCs/>
          <w:i/>
          <w:iCs/>
          <w:sz w:val="23"/>
          <w:szCs w:val="23"/>
        </w:rPr>
        <w:t>Why does Xavier want to force the other soldiers to recognize him?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Xavier quotes “Me, I’m clearly invisible to the officers. How is it that Breech refuses to recognize that it isn’t only Elijah out there killing Fritz? We are a team. If nobody will recognize this, maybe I will force them to.”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Xavier feels that he is doing just as much of a good job as Elijah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Elijah is the only one getting credit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He thinks that this has to do with race even though they are both native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 xml:space="preserve">Elijah is the only one that puts the effort to be like the </w:t>
      </w:r>
      <w:r w:rsidRPr="00E75162">
        <w:rPr>
          <w:i/>
          <w:sz w:val="23"/>
          <w:szCs w:val="23"/>
        </w:rPr>
        <w:t>wemistikoshiw</w:t>
      </w:r>
      <w:r w:rsidRPr="00E75162">
        <w:rPr>
          <w:sz w:val="23"/>
          <w:szCs w:val="23"/>
        </w:rPr>
        <w:t xml:space="preserve"> people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Xavier sticks to his culture and occasionally rebels against his instructors</w:t>
      </w:r>
    </w:p>
    <w:p w:rsidR="00810DC5" w:rsidRPr="00E75162" w:rsidRDefault="00810DC5" w:rsidP="00E75162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Xavier also quotes that he is going to try harder to have them recognize him and to feel equal to Elijah</w:t>
      </w:r>
    </w:p>
    <w:p w:rsidR="00810DC5" w:rsidRPr="00E75162" w:rsidRDefault="00810DC5" w:rsidP="00E75162">
      <w:pPr>
        <w:rPr>
          <w:b/>
          <w:bCs/>
          <w:i/>
          <w:iCs/>
          <w:sz w:val="23"/>
          <w:szCs w:val="23"/>
        </w:rPr>
      </w:pPr>
      <w:r w:rsidRPr="00E75162">
        <w:rPr>
          <w:sz w:val="23"/>
          <w:szCs w:val="23"/>
        </w:rPr>
        <w:t xml:space="preserve">Q: </w:t>
      </w:r>
      <w:r w:rsidRPr="00E75162">
        <w:rPr>
          <w:b/>
          <w:bCs/>
          <w:i/>
          <w:iCs/>
          <w:sz w:val="23"/>
          <w:szCs w:val="23"/>
        </w:rPr>
        <w:t>Why does Xavier love the horses and what does this explain about his character?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Xavier loved the horses</w:t>
      </w:r>
      <w:r w:rsidRPr="00E75162">
        <w:rPr>
          <w:sz w:val="23"/>
          <w:szCs w:val="23"/>
        </w:rPr>
        <w:t xml:space="preserve"> because he has voluntarily taken the responsibility for them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All the men on the ship were violently sick, including Xavier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However, he stayed down in the cellar with the horses and tried to calm them down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Xavier quotes on page 183 “I feel comfort with animals. They make me feel closer to land.”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This shows that Xavier is a very nature-friendly person and respects the horses the same way he respects people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When Xavier saw that the horses had a large bloody spot on its flank, he immediately tried applying salve and attempted to cure the horses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Xavier then kills two horses with broken legs because he did not want them to suffer with the pain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Even though what he did was the most intelligent course of action, he would have been brought up on charges if not for the intervention of some superior officers</w:t>
      </w:r>
    </w:p>
    <w:p w:rsidR="00810DC5" w:rsidRPr="00E75162" w:rsidRDefault="00810DC5" w:rsidP="00741F5E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This shows that Xavier would risk charges for the horses</w:t>
      </w:r>
    </w:p>
    <w:p w:rsidR="00810DC5" w:rsidRPr="00E75162" w:rsidRDefault="00810DC5" w:rsidP="00092EEE">
      <w:pPr>
        <w:pStyle w:val="ListParagraph"/>
        <w:rPr>
          <w:sz w:val="23"/>
          <w:szCs w:val="23"/>
        </w:rPr>
      </w:pPr>
    </w:p>
    <w:p w:rsidR="00810DC5" w:rsidRPr="00E75162" w:rsidRDefault="00810DC5" w:rsidP="00E75162">
      <w:pPr>
        <w:rPr>
          <w:b/>
          <w:bCs/>
          <w:i/>
          <w:iCs/>
          <w:sz w:val="23"/>
          <w:szCs w:val="23"/>
        </w:rPr>
      </w:pPr>
      <w:r w:rsidRPr="00E75162">
        <w:rPr>
          <w:sz w:val="23"/>
          <w:szCs w:val="23"/>
        </w:rPr>
        <w:t>Q</w:t>
      </w:r>
      <w:r w:rsidRPr="00E75162">
        <w:rPr>
          <w:b/>
          <w:bCs/>
          <w:i/>
          <w:iCs/>
          <w:sz w:val="23"/>
          <w:szCs w:val="23"/>
        </w:rPr>
        <w:t>: How do you think Xavier’s morphine addiction makes him feel, both physically and mentally?</w:t>
      </w:r>
    </w:p>
    <w:p w:rsidR="00810DC5" w:rsidRPr="00E75162" w:rsidRDefault="00810DC5" w:rsidP="0021677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Xavier’s morphine addiction helps him lessen the pain of his amputated leg and the horrific memories of the events during the war</w:t>
      </w:r>
    </w:p>
    <w:p w:rsidR="00810DC5" w:rsidRPr="00E75162" w:rsidRDefault="00810DC5" w:rsidP="0021677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Morphine is a drug that makes one have a feeling of extreme wellbeing and content mood along with drowsiness with feelings of physical pleasure radiating out from the whole body</w:t>
      </w:r>
    </w:p>
    <w:p w:rsidR="00810DC5" w:rsidRPr="00E75162" w:rsidRDefault="00810DC5" w:rsidP="00216773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Xavier quote on page 177 “My cries out for the medicine so loudly that I decide not to even try to hide what I do.”</w:t>
      </w:r>
    </w:p>
    <w:p w:rsidR="00810DC5" w:rsidRPr="00E75162" w:rsidRDefault="00810DC5" w:rsidP="001D424C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This shows that the pain is so unbearable that Xavier does not even try to hide injecting the needle into his arm in from of Niska</w:t>
      </w:r>
    </w:p>
    <w:p w:rsidR="00810DC5" w:rsidRPr="00E75162" w:rsidRDefault="00810DC5" w:rsidP="001D424C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When Xavier takes the morphine, his body fills with pleasure and he falls into a drowsy mode</w:t>
      </w:r>
    </w:p>
    <w:p w:rsidR="00810DC5" w:rsidRPr="00E75162" w:rsidRDefault="00810DC5" w:rsidP="001D424C">
      <w:pPr>
        <w:pStyle w:val="ListParagraph"/>
        <w:numPr>
          <w:ilvl w:val="0"/>
          <w:numId w:val="1"/>
        </w:numPr>
        <w:rPr>
          <w:sz w:val="23"/>
          <w:szCs w:val="23"/>
        </w:rPr>
      </w:pPr>
      <w:r w:rsidRPr="00E75162">
        <w:rPr>
          <w:sz w:val="23"/>
          <w:szCs w:val="23"/>
        </w:rPr>
        <w:t>However physically, the morphine is slowly killing him, because he is addicted to the medication and without it, he will die</w:t>
      </w:r>
    </w:p>
    <w:p w:rsidR="00810DC5" w:rsidRPr="003E3963" w:rsidRDefault="00810DC5" w:rsidP="003E3963">
      <w:pPr>
        <w:pStyle w:val="ListParagraph"/>
        <w:numPr>
          <w:ilvl w:val="0"/>
          <w:numId w:val="1"/>
        </w:numPr>
        <w:spacing w:after="0" w:line="276" w:lineRule="auto"/>
        <w:rPr>
          <w:sz w:val="23"/>
          <w:szCs w:val="23"/>
        </w:rPr>
      </w:pPr>
      <w:r w:rsidRPr="003E3963">
        <w:rPr>
          <w:sz w:val="23"/>
          <w:szCs w:val="23"/>
        </w:rPr>
        <w:t>All in all, morphine for Xavier has its pros and cons.</w:t>
      </w:r>
    </w:p>
    <w:sectPr w:rsidR="00810DC5" w:rsidRPr="003E3963" w:rsidSect="003E3963">
      <w:headerReference w:type="default" r:id="rId7"/>
      <w:pgSz w:w="12240" w:h="15840"/>
      <w:pgMar w:top="709" w:right="758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DC5" w:rsidRDefault="00810DC5">
      <w:r>
        <w:separator/>
      </w:r>
    </w:p>
  </w:endnote>
  <w:endnote w:type="continuationSeparator" w:id="0">
    <w:p w:rsidR="00810DC5" w:rsidRDefault="00810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DC5" w:rsidRDefault="00810DC5">
      <w:r>
        <w:separator/>
      </w:r>
    </w:p>
  </w:footnote>
  <w:footnote w:type="continuationSeparator" w:id="0">
    <w:p w:rsidR="00810DC5" w:rsidRDefault="00810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DC5" w:rsidRDefault="00810DC5">
    <w:pPr>
      <w:pStyle w:val="Header"/>
    </w:pPr>
    <w:r>
      <w:t>2D1-06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0865"/>
    <w:multiLevelType w:val="hybridMultilevel"/>
    <w:tmpl w:val="35D20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128C6"/>
    <w:multiLevelType w:val="hybridMultilevel"/>
    <w:tmpl w:val="D37CF3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F3933"/>
    <w:multiLevelType w:val="hybridMultilevel"/>
    <w:tmpl w:val="39246D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0A5D93"/>
    <w:multiLevelType w:val="hybridMultilevel"/>
    <w:tmpl w:val="28E4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B53D31"/>
    <w:multiLevelType w:val="hybridMultilevel"/>
    <w:tmpl w:val="938AC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B2FF7"/>
    <w:multiLevelType w:val="hybridMultilevel"/>
    <w:tmpl w:val="C5F6E7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667E"/>
    <w:rsid w:val="000076BA"/>
    <w:rsid w:val="000373E2"/>
    <w:rsid w:val="00092EEE"/>
    <w:rsid w:val="001D424C"/>
    <w:rsid w:val="001E297E"/>
    <w:rsid w:val="00216773"/>
    <w:rsid w:val="002C68F8"/>
    <w:rsid w:val="002E667E"/>
    <w:rsid w:val="003E3963"/>
    <w:rsid w:val="00431A16"/>
    <w:rsid w:val="00462111"/>
    <w:rsid w:val="005B10DA"/>
    <w:rsid w:val="00653A48"/>
    <w:rsid w:val="00741F5E"/>
    <w:rsid w:val="00810DC5"/>
    <w:rsid w:val="008A2BC5"/>
    <w:rsid w:val="009340B4"/>
    <w:rsid w:val="009B0C25"/>
    <w:rsid w:val="00BF7D16"/>
    <w:rsid w:val="00CF47C4"/>
    <w:rsid w:val="00D14719"/>
    <w:rsid w:val="00E11035"/>
    <w:rsid w:val="00E75162"/>
    <w:rsid w:val="00EB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3E2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B0C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C68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2DCB"/>
  </w:style>
  <w:style w:type="paragraph" w:styleId="Footer">
    <w:name w:val="footer"/>
    <w:basedOn w:val="Normal"/>
    <w:link w:val="FooterChar"/>
    <w:uiPriority w:val="99"/>
    <w:rsid w:val="002C68F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2DCB"/>
  </w:style>
  <w:style w:type="paragraph" w:styleId="BalloonText">
    <w:name w:val="Balloon Text"/>
    <w:basedOn w:val="Normal"/>
    <w:link w:val="BalloonTextChar"/>
    <w:uiPriority w:val="99"/>
    <w:semiHidden/>
    <w:rsid w:val="002C68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DCB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1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61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6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61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16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61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61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61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61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1614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1614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161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614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1613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161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1613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1613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1614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1614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11613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11614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1613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11614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1613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1161418">
                                                                                                                                  <w:marLeft w:val="864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34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1161392">
                                                                                                                                      <w:marLeft w:val="864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134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713</Words>
  <Characters>4066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Selena</dc:creator>
  <cp:keywords/>
  <dc:description/>
  <cp:lastModifiedBy>User</cp:lastModifiedBy>
  <cp:revision>3</cp:revision>
  <cp:lastPrinted>2014-03-18T15:27:00Z</cp:lastPrinted>
  <dcterms:created xsi:type="dcterms:W3CDTF">2014-03-06T15:33:00Z</dcterms:created>
  <dcterms:modified xsi:type="dcterms:W3CDTF">2014-03-18T15:28:00Z</dcterms:modified>
</cp:coreProperties>
</file>